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Příloha </w:t>
      </w:r>
      <w:proofErr w:type="gramStart"/>
      <w:r>
        <w:rPr>
          <w:snapToGrid w:val="0"/>
        </w:rPr>
        <w:t>č.1 k </w:t>
      </w:r>
      <w:r w:rsidR="00166369">
        <w:rPr>
          <w:snapToGrid w:val="0"/>
        </w:rPr>
        <w:t>Příkazní</w:t>
      </w:r>
      <w:proofErr w:type="gramEnd"/>
      <w:r w:rsidR="00166369">
        <w:rPr>
          <w:snapToGrid w:val="0"/>
        </w:rPr>
        <w:t xml:space="preserve"> </w:t>
      </w:r>
      <w:r>
        <w:rPr>
          <w:snapToGrid w:val="0"/>
        </w:rPr>
        <w:t xml:space="preserve">smlouvě č. </w:t>
      </w:r>
      <w:r>
        <w:rPr>
          <w:snapToGrid w:val="0"/>
          <w:highlight w:val="yellow"/>
        </w:rPr>
        <w:t>………….</w:t>
      </w:r>
    </w:p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 xml:space="preserve"> </w:t>
      </w:r>
    </w:p>
    <w:p w:rsidR="001364F4" w:rsidRDefault="001364F4" w:rsidP="001364F4"/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Seznámení se </w:t>
      </w:r>
      <w:proofErr w:type="spellStart"/>
      <w:r w:rsidRPr="001364F4">
        <w:rPr>
          <w:snapToGrid w:val="0"/>
          <w:sz w:val="24"/>
          <w:szCs w:val="24"/>
        </w:rPr>
        <w:t>se</w:t>
      </w:r>
      <w:proofErr w:type="spellEnd"/>
      <w:r w:rsidRPr="001364F4">
        <w:rPr>
          <w:snapToGrid w:val="0"/>
          <w:sz w:val="24"/>
          <w:szCs w:val="24"/>
        </w:rPr>
        <w:t xml:space="preserve">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1364F4" w:rsidRPr="00DE702B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DE702B">
        <w:rPr>
          <w:sz w:val="24"/>
          <w:szCs w:val="24"/>
        </w:rPr>
        <w:t xml:space="preserve">Účast na kontrolách ze strany oprávněných osob poskytovatele </w:t>
      </w:r>
      <w:r w:rsidR="005333C8" w:rsidRPr="00DE702B">
        <w:rPr>
          <w:sz w:val="24"/>
          <w:szCs w:val="24"/>
        </w:rPr>
        <w:t>finanční</w:t>
      </w:r>
      <w:r w:rsidR="00CE14D6" w:rsidRPr="00DE702B">
        <w:rPr>
          <w:sz w:val="24"/>
          <w:szCs w:val="24"/>
        </w:rPr>
        <w:t>ho</w:t>
      </w:r>
      <w:r w:rsidR="005333C8" w:rsidRPr="00DE702B">
        <w:rPr>
          <w:sz w:val="24"/>
          <w:szCs w:val="24"/>
        </w:rPr>
        <w:t xml:space="preserve"> p</w:t>
      </w:r>
      <w:r w:rsidR="00CE14D6" w:rsidRPr="00DE702B">
        <w:rPr>
          <w:sz w:val="24"/>
          <w:szCs w:val="24"/>
        </w:rPr>
        <w:t>říspěvku</w:t>
      </w:r>
      <w:r w:rsidR="005333C8" w:rsidRPr="00DE702B">
        <w:rPr>
          <w:sz w:val="24"/>
          <w:szCs w:val="24"/>
        </w:rPr>
        <w:t xml:space="preserve"> </w:t>
      </w:r>
      <w:r w:rsidRPr="00DE702B">
        <w:rPr>
          <w:sz w:val="24"/>
          <w:szCs w:val="24"/>
        </w:rPr>
        <w:t>a dalších uvedených v </w:t>
      </w:r>
      <w:r w:rsidR="005333C8" w:rsidRPr="00DE702B">
        <w:rPr>
          <w:sz w:val="24"/>
          <w:szCs w:val="24"/>
        </w:rPr>
        <w:t>příslušném</w:t>
      </w:r>
      <w:r w:rsidRPr="00DE702B">
        <w:rPr>
          <w:sz w:val="24"/>
          <w:szCs w:val="24"/>
        </w:rPr>
        <w:t xml:space="preserve"> programu</w:t>
      </w:r>
      <w:r w:rsidR="005333C8" w:rsidRPr="00DE702B">
        <w:rPr>
          <w:sz w:val="24"/>
          <w:szCs w:val="24"/>
        </w:rPr>
        <w:t xml:space="preserve"> finanční</w:t>
      </w:r>
      <w:r w:rsidR="00CE14D6" w:rsidRPr="00DE702B">
        <w:rPr>
          <w:sz w:val="24"/>
          <w:szCs w:val="24"/>
        </w:rPr>
        <w:t>ho</w:t>
      </w:r>
      <w:r w:rsidR="005333C8" w:rsidRPr="00DE702B">
        <w:rPr>
          <w:sz w:val="24"/>
          <w:szCs w:val="24"/>
        </w:rPr>
        <w:t xml:space="preserve"> p</w:t>
      </w:r>
      <w:r w:rsidR="00CE14D6" w:rsidRPr="00DE702B">
        <w:rPr>
          <w:sz w:val="24"/>
          <w:szCs w:val="24"/>
        </w:rPr>
        <w:t>říspěvku</w:t>
      </w:r>
      <w:r w:rsidRPr="00DE702B">
        <w:rPr>
          <w:sz w:val="24"/>
          <w:szCs w:val="24"/>
        </w:rPr>
        <w:t xml:space="preserve"> a poskytování nezbytné součinnosti při kontrolách</w:t>
      </w:r>
    </w:p>
    <w:p w:rsidR="001364F4" w:rsidRPr="00DE702B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E702B">
        <w:rPr>
          <w:sz w:val="24"/>
          <w:szCs w:val="24"/>
        </w:rPr>
        <w:t>ex-ante – před zahájení</w:t>
      </w:r>
      <w:r w:rsidR="008D3A55" w:rsidRPr="00DE702B">
        <w:rPr>
          <w:sz w:val="24"/>
          <w:szCs w:val="24"/>
        </w:rPr>
        <w:t>m</w:t>
      </w:r>
      <w:r w:rsidRPr="00DE702B">
        <w:rPr>
          <w:sz w:val="24"/>
          <w:szCs w:val="24"/>
        </w:rPr>
        <w:t xml:space="preserve"> realizace projektu </w:t>
      </w:r>
    </w:p>
    <w:p w:rsidR="001364F4" w:rsidRPr="00DE702B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E702B">
        <w:rPr>
          <w:sz w:val="24"/>
          <w:szCs w:val="24"/>
        </w:rPr>
        <w:t>interim – během realizace projektu</w:t>
      </w:r>
    </w:p>
    <w:p w:rsidR="001364F4" w:rsidRPr="00DE702B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DE702B">
        <w:rPr>
          <w:sz w:val="24"/>
          <w:szCs w:val="24"/>
        </w:rPr>
        <w:t>ex-post – po ukončení projektu</w:t>
      </w:r>
    </w:p>
    <w:p w:rsidR="00F72DFC" w:rsidRPr="00DE702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E702B">
        <w:rPr>
          <w:sz w:val="24"/>
          <w:szCs w:val="24"/>
        </w:rPr>
        <w:t xml:space="preserve">Zabezpečení provedení nápravných opatření </w:t>
      </w:r>
      <w:r w:rsidR="00095D50" w:rsidRPr="00DE702B">
        <w:rPr>
          <w:sz w:val="24"/>
          <w:szCs w:val="24"/>
        </w:rPr>
        <w:t xml:space="preserve">souvisejících s prováděním stavby </w:t>
      </w:r>
      <w:r w:rsidRPr="00DE702B">
        <w:rPr>
          <w:sz w:val="24"/>
          <w:szCs w:val="24"/>
        </w:rPr>
        <w:t xml:space="preserve">uložených kontrolními orgány poskytovatele </w:t>
      </w:r>
      <w:r w:rsidR="002270B1" w:rsidRPr="00DE702B">
        <w:rPr>
          <w:sz w:val="24"/>
          <w:szCs w:val="24"/>
        </w:rPr>
        <w:t>finanční</w:t>
      </w:r>
      <w:r w:rsidR="00CE14D6" w:rsidRPr="00DE702B">
        <w:rPr>
          <w:sz w:val="24"/>
          <w:szCs w:val="24"/>
        </w:rPr>
        <w:t>ho</w:t>
      </w:r>
      <w:r w:rsidR="002270B1" w:rsidRPr="00DE702B">
        <w:rPr>
          <w:sz w:val="24"/>
          <w:szCs w:val="24"/>
        </w:rPr>
        <w:t xml:space="preserve"> p</w:t>
      </w:r>
      <w:r w:rsidR="00CE14D6" w:rsidRPr="00DE702B">
        <w:rPr>
          <w:sz w:val="24"/>
          <w:szCs w:val="24"/>
        </w:rPr>
        <w:t>říspěvku</w:t>
      </w:r>
      <w:r w:rsidRPr="00DE702B">
        <w:rPr>
          <w:sz w:val="24"/>
          <w:szCs w:val="24"/>
        </w:rPr>
        <w:t>, Evropské komise či jiný</w:t>
      </w:r>
      <w:r w:rsidR="00733F67" w:rsidRPr="00DE702B">
        <w:rPr>
          <w:sz w:val="24"/>
          <w:szCs w:val="24"/>
        </w:rPr>
        <w:t>mi</w:t>
      </w:r>
      <w:r w:rsidRPr="00DE702B">
        <w:rPr>
          <w:sz w:val="24"/>
          <w:szCs w:val="24"/>
        </w:rPr>
        <w:t xml:space="preserve"> oprávněný</w:t>
      </w:r>
      <w:r w:rsidR="00733F67" w:rsidRPr="00DE702B">
        <w:rPr>
          <w:sz w:val="24"/>
          <w:szCs w:val="24"/>
        </w:rPr>
        <w:t>mi</w:t>
      </w:r>
      <w:r w:rsidRPr="00DE702B">
        <w:rPr>
          <w:sz w:val="24"/>
          <w:szCs w:val="24"/>
        </w:rPr>
        <w:t xml:space="preserve"> orgán</w:t>
      </w:r>
      <w:r w:rsidR="00733F67" w:rsidRPr="00DE702B">
        <w:rPr>
          <w:sz w:val="24"/>
          <w:szCs w:val="24"/>
        </w:rPr>
        <w:t>y</w:t>
      </w:r>
      <w:r w:rsidR="00F72DFC" w:rsidRPr="00DE702B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12487D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>Spolupráce se zhotovitelem stavby při provádění opatření na odvrácení nebo omezení škod při ohrožení stavby živelnými událostmi;</w:t>
      </w:r>
    </w:p>
    <w:p w:rsidR="002F210E" w:rsidRPr="00365855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FA2B6C">
        <w:rPr>
          <w:sz w:val="24"/>
          <w:szCs w:val="24"/>
        </w:rPr>
        <w:t>Spolupráce při v</w:t>
      </w:r>
      <w:r w:rsidR="001364F4" w:rsidRPr="00FA2B6C">
        <w:rPr>
          <w:sz w:val="24"/>
          <w:szCs w:val="24"/>
        </w:rPr>
        <w:t xml:space="preserve">ypracování případných žádostí o provedení nutných změn během realizace projektu v souladu s podmínkami </w:t>
      </w:r>
      <w:r w:rsidR="002270B1" w:rsidRPr="00FA2B6C">
        <w:rPr>
          <w:sz w:val="24"/>
          <w:szCs w:val="24"/>
        </w:rPr>
        <w:t>příslušného</w:t>
      </w:r>
      <w:r w:rsidR="001364F4" w:rsidRPr="00FA2B6C">
        <w:rPr>
          <w:sz w:val="24"/>
          <w:szCs w:val="24"/>
        </w:rPr>
        <w:t xml:space="preserve"> programu</w:t>
      </w:r>
      <w:r w:rsidR="002270B1" w:rsidRPr="00FA2B6C">
        <w:rPr>
          <w:sz w:val="24"/>
          <w:szCs w:val="24"/>
        </w:rPr>
        <w:t xml:space="preserve"> </w:t>
      </w:r>
      <w:r w:rsidR="002270B1" w:rsidRPr="00365855">
        <w:rPr>
          <w:sz w:val="24"/>
          <w:szCs w:val="24"/>
        </w:rPr>
        <w:t>finanční</w:t>
      </w:r>
      <w:r w:rsidR="00CE14D6" w:rsidRPr="00365855">
        <w:rPr>
          <w:sz w:val="24"/>
          <w:szCs w:val="24"/>
        </w:rPr>
        <w:t>ho</w:t>
      </w:r>
      <w:r w:rsidR="002270B1" w:rsidRPr="00365855">
        <w:rPr>
          <w:sz w:val="24"/>
          <w:szCs w:val="24"/>
        </w:rPr>
        <w:t xml:space="preserve"> p</w:t>
      </w:r>
      <w:r w:rsidR="00CE14D6" w:rsidRPr="00365855">
        <w:rPr>
          <w:sz w:val="24"/>
          <w:szCs w:val="24"/>
        </w:rPr>
        <w:t>říspěvku</w:t>
      </w:r>
      <w:r w:rsidR="001364F4" w:rsidRPr="00365855">
        <w:rPr>
          <w:sz w:val="24"/>
          <w:szCs w:val="24"/>
        </w:rPr>
        <w:t xml:space="preserve"> a jejich předání </w:t>
      </w:r>
      <w:r w:rsidR="00A45F4F" w:rsidRPr="00365855">
        <w:rPr>
          <w:sz w:val="24"/>
          <w:szCs w:val="24"/>
        </w:rPr>
        <w:t>příkazci</w:t>
      </w:r>
      <w:r w:rsidR="001364F4" w:rsidRPr="00365855">
        <w:rPr>
          <w:sz w:val="24"/>
          <w:szCs w:val="24"/>
        </w:rPr>
        <w:t>;</w:t>
      </w:r>
    </w:p>
    <w:p w:rsidR="001364F4" w:rsidRPr="00365855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65855">
        <w:rPr>
          <w:sz w:val="24"/>
          <w:szCs w:val="24"/>
        </w:rPr>
        <w:t>Spolupráce při z</w:t>
      </w:r>
      <w:r w:rsidR="007C30FE" w:rsidRPr="00365855">
        <w:rPr>
          <w:sz w:val="24"/>
          <w:szCs w:val="24"/>
        </w:rPr>
        <w:t xml:space="preserve">abezpečení dokladů </w:t>
      </w:r>
      <w:r w:rsidR="002F210E" w:rsidRPr="00365855">
        <w:rPr>
          <w:sz w:val="24"/>
          <w:szCs w:val="24"/>
        </w:rPr>
        <w:t xml:space="preserve">k případným změnám stavby </w:t>
      </w:r>
      <w:r w:rsidR="007C30FE" w:rsidRPr="00365855">
        <w:rPr>
          <w:sz w:val="24"/>
          <w:szCs w:val="24"/>
        </w:rPr>
        <w:t>požadovaných</w:t>
      </w:r>
      <w:r w:rsidR="002F210E" w:rsidRPr="00365855">
        <w:rPr>
          <w:sz w:val="24"/>
          <w:szCs w:val="24"/>
        </w:rPr>
        <w:t xml:space="preserve"> platnou legislativou a poskytovatelem </w:t>
      </w:r>
      <w:r w:rsidR="002270B1" w:rsidRPr="00365855">
        <w:rPr>
          <w:sz w:val="24"/>
          <w:szCs w:val="24"/>
        </w:rPr>
        <w:t>finanční</w:t>
      </w:r>
      <w:r w:rsidR="00CE14D6" w:rsidRPr="00365855">
        <w:rPr>
          <w:sz w:val="24"/>
          <w:szCs w:val="24"/>
        </w:rPr>
        <w:t>ho</w:t>
      </w:r>
      <w:r w:rsidR="002270B1" w:rsidRPr="00365855">
        <w:rPr>
          <w:sz w:val="24"/>
          <w:szCs w:val="24"/>
        </w:rPr>
        <w:t xml:space="preserve"> p</w:t>
      </w:r>
      <w:r w:rsidR="00CE14D6" w:rsidRPr="00365855">
        <w:rPr>
          <w:sz w:val="24"/>
          <w:szCs w:val="24"/>
        </w:rPr>
        <w:t>říspěvku</w:t>
      </w:r>
      <w:r w:rsidR="002270B1" w:rsidRPr="00365855">
        <w:rPr>
          <w:sz w:val="24"/>
          <w:szCs w:val="24"/>
        </w:rPr>
        <w:t xml:space="preserve"> </w:t>
      </w:r>
      <w:r w:rsidR="002F210E" w:rsidRPr="00365855">
        <w:rPr>
          <w:sz w:val="24"/>
          <w:szCs w:val="24"/>
        </w:rPr>
        <w:t>(vč.</w:t>
      </w:r>
      <w:r w:rsidR="00CE14D6" w:rsidRPr="00365855">
        <w:rPr>
          <w:sz w:val="24"/>
          <w:szCs w:val="24"/>
        </w:rPr>
        <w:t xml:space="preserve"> </w:t>
      </w:r>
      <w:r w:rsidR="002F210E" w:rsidRPr="00365855">
        <w:rPr>
          <w:sz w:val="24"/>
          <w:szCs w:val="24"/>
        </w:rPr>
        <w:t>dokladů o zadání víceprací, apod.)</w:t>
      </w:r>
      <w:r w:rsidR="007C30FE" w:rsidRPr="00365855">
        <w:rPr>
          <w:sz w:val="24"/>
          <w:szCs w:val="24"/>
        </w:rPr>
        <w:t xml:space="preserve"> </w:t>
      </w:r>
    </w:p>
    <w:p w:rsidR="001364F4" w:rsidRPr="00365855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65855">
        <w:rPr>
          <w:snapToGrid w:val="0"/>
          <w:sz w:val="24"/>
          <w:szCs w:val="24"/>
        </w:rPr>
        <w:t xml:space="preserve">Informování </w:t>
      </w:r>
      <w:r w:rsidR="00A45F4F" w:rsidRPr="00365855">
        <w:rPr>
          <w:snapToGrid w:val="0"/>
          <w:sz w:val="24"/>
          <w:szCs w:val="24"/>
        </w:rPr>
        <w:t>příkazce</w:t>
      </w:r>
      <w:r w:rsidRPr="00365855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365855">
        <w:rPr>
          <w:snapToGrid w:val="0"/>
          <w:sz w:val="24"/>
          <w:szCs w:val="24"/>
        </w:rPr>
        <w:t>příkazci</w:t>
      </w:r>
      <w:r w:rsidRPr="00365855">
        <w:rPr>
          <w:snapToGrid w:val="0"/>
          <w:sz w:val="24"/>
          <w:szCs w:val="24"/>
        </w:rPr>
        <w:t>;</w:t>
      </w:r>
    </w:p>
    <w:p w:rsidR="001364F4" w:rsidRPr="00365855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65855">
        <w:rPr>
          <w:snapToGrid w:val="0"/>
          <w:sz w:val="24"/>
          <w:szCs w:val="24"/>
        </w:rPr>
        <w:t xml:space="preserve">Příprava podkladů pro </w:t>
      </w:r>
      <w:r w:rsidR="00A45F4F" w:rsidRPr="00365855">
        <w:rPr>
          <w:snapToGrid w:val="0"/>
          <w:sz w:val="24"/>
          <w:szCs w:val="24"/>
        </w:rPr>
        <w:t>pře</w:t>
      </w:r>
      <w:r w:rsidRPr="00365855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 w:rsidRPr="00365855">
        <w:rPr>
          <w:snapToGrid w:val="0"/>
          <w:sz w:val="24"/>
          <w:szCs w:val="24"/>
        </w:rPr>
        <w:t>pře</w:t>
      </w:r>
      <w:r w:rsidRPr="00365855">
        <w:rPr>
          <w:snapToGrid w:val="0"/>
          <w:sz w:val="24"/>
          <w:szCs w:val="24"/>
        </w:rPr>
        <w:t xml:space="preserve">dání a převzetí dokončené stavby;  </w:t>
      </w:r>
    </w:p>
    <w:p w:rsidR="001364F4" w:rsidRPr="00365855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65855">
        <w:rPr>
          <w:snapToGrid w:val="0"/>
          <w:sz w:val="24"/>
          <w:szCs w:val="24"/>
        </w:rPr>
        <w:t xml:space="preserve">Organizační příprava </w:t>
      </w:r>
      <w:r w:rsidR="00A45F4F" w:rsidRPr="00365855">
        <w:rPr>
          <w:snapToGrid w:val="0"/>
          <w:sz w:val="24"/>
          <w:szCs w:val="24"/>
        </w:rPr>
        <w:t>pře</w:t>
      </w:r>
      <w:r w:rsidRPr="00365855">
        <w:rPr>
          <w:snapToGrid w:val="0"/>
          <w:sz w:val="24"/>
          <w:szCs w:val="24"/>
        </w:rPr>
        <w:t xml:space="preserve">dání a převzetí dokončené stavby, účast </w:t>
      </w:r>
      <w:r w:rsidR="00A45F4F" w:rsidRPr="00365855">
        <w:rPr>
          <w:snapToGrid w:val="0"/>
          <w:sz w:val="24"/>
          <w:szCs w:val="24"/>
        </w:rPr>
        <w:t xml:space="preserve">a zastupování příkazce </w:t>
      </w:r>
      <w:r w:rsidRPr="00365855">
        <w:rPr>
          <w:snapToGrid w:val="0"/>
          <w:sz w:val="24"/>
          <w:szCs w:val="24"/>
        </w:rPr>
        <w:t xml:space="preserve">na </w:t>
      </w:r>
      <w:r w:rsidR="00A45F4F" w:rsidRPr="00365855">
        <w:rPr>
          <w:snapToGrid w:val="0"/>
          <w:sz w:val="24"/>
          <w:szCs w:val="24"/>
        </w:rPr>
        <w:t>pře</w:t>
      </w:r>
      <w:r w:rsidRPr="00365855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 w:rsidRPr="00365855">
        <w:rPr>
          <w:snapToGrid w:val="0"/>
          <w:sz w:val="24"/>
          <w:szCs w:val="24"/>
        </w:rPr>
        <w:t>pře</w:t>
      </w:r>
      <w:r w:rsidRPr="00365855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365855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365855">
        <w:rPr>
          <w:snapToGrid w:val="0"/>
          <w:sz w:val="24"/>
          <w:szCs w:val="24"/>
        </w:rPr>
        <w:t>I</w:t>
      </w:r>
      <w:r w:rsidR="001364F4" w:rsidRPr="00365855">
        <w:rPr>
          <w:snapToGrid w:val="0"/>
          <w:sz w:val="24"/>
          <w:szCs w:val="24"/>
        </w:rPr>
        <w:t xml:space="preserve">nformování </w:t>
      </w:r>
      <w:r w:rsidR="00A45F4F" w:rsidRPr="00365855">
        <w:rPr>
          <w:snapToGrid w:val="0"/>
          <w:sz w:val="24"/>
          <w:szCs w:val="24"/>
        </w:rPr>
        <w:t>příkazce</w:t>
      </w:r>
      <w:r w:rsidR="001364F4" w:rsidRPr="00365855">
        <w:rPr>
          <w:snapToGrid w:val="0"/>
          <w:sz w:val="24"/>
          <w:szCs w:val="24"/>
        </w:rPr>
        <w:t xml:space="preserve"> o všech závažných okolnostech</w:t>
      </w:r>
      <w:r w:rsidRPr="00365855">
        <w:rPr>
          <w:snapToGrid w:val="0"/>
          <w:sz w:val="24"/>
          <w:szCs w:val="24"/>
        </w:rPr>
        <w:t>;</w:t>
      </w:r>
    </w:p>
    <w:p w:rsidR="001364F4" w:rsidRPr="00365855" w:rsidRDefault="001364F4" w:rsidP="00D465DE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365855">
        <w:rPr>
          <w:sz w:val="24"/>
          <w:szCs w:val="24"/>
        </w:rPr>
        <w:t xml:space="preserve">Vypracování podkladů </w:t>
      </w:r>
      <w:r w:rsidR="00095D50" w:rsidRPr="00365855">
        <w:rPr>
          <w:sz w:val="24"/>
          <w:szCs w:val="24"/>
        </w:rPr>
        <w:t xml:space="preserve">souvisejících s prováděním stavby </w:t>
      </w:r>
      <w:r w:rsidRPr="00365855">
        <w:rPr>
          <w:sz w:val="24"/>
          <w:szCs w:val="24"/>
        </w:rPr>
        <w:t xml:space="preserve">pro příslušné monitorovací zprávy a jejich předání </w:t>
      </w:r>
      <w:r w:rsidR="00A45F4F" w:rsidRPr="00365855">
        <w:rPr>
          <w:sz w:val="24"/>
          <w:szCs w:val="24"/>
        </w:rPr>
        <w:t>příkazci</w:t>
      </w:r>
      <w:r w:rsidRPr="00365855">
        <w:rPr>
          <w:sz w:val="24"/>
          <w:szCs w:val="24"/>
        </w:rPr>
        <w:t xml:space="preserve"> </w:t>
      </w:r>
      <w:r w:rsidR="00095D50" w:rsidRPr="00365855">
        <w:rPr>
          <w:sz w:val="24"/>
          <w:szCs w:val="24"/>
        </w:rPr>
        <w:t>v rozsahu a termínech dle potřeb monitorovacích zpráv</w:t>
      </w:r>
      <w:r w:rsidRPr="00365855">
        <w:rPr>
          <w:sz w:val="24"/>
          <w:szCs w:val="24"/>
        </w:rPr>
        <w:t>, zejména vždy pro:</w:t>
      </w:r>
    </w:p>
    <w:p w:rsidR="001364F4" w:rsidRPr="00365855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65855">
        <w:rPr>
          <w:sz w:val="24"/>
          <w:szCs w:val="24"/>
        </w:rPr>
        <w:t>monitorovací hlášení během realizace projektu</w:t>
      </w:r>
    </w:p>
    <w:p w:rsidR="001364F4" w:rsidRPr="00365855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65855">
        <w:rPr>
          <w:sz w:val="24"/>
          <w:szCs w:val="24"/>
        </w:rPr>
        <w:t>etapovou zprávu (se žádostí o platbu) po ukončení etapy projektu</w:t>
      </w:r>
    </w:p>
    <w:p w:rsidR="001364F4" w:rsidRPr="00365855" w:rsidRDefault="001364F4" w:rsidP="001364F4">
      <w:pPr>
        <w:numPr>
          <w:ilvl w:val="2"/>
          <w:numId w:val="8"/>
        </w:numPr>
        <w:rPr>
          <w:sz w:val="24"/>
          <w:szCs w:val="24"/>
        </w:rPr>
      </w:pPr>
      <w:r w:rsidRPr="00365855">
        <w:rPr>
          <w:sz w:val="24"/>
          <w:szCs w:val="24"/>
        </w:rPr>
        <w:t>závěrečnou zprávu (se žádostí o platbu) po ukončení realizace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1364F4" w:rsidRP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1364F4" w:rsidRPr="001364F4" w:rsidRDefault="001364F4" w:rsidP="001364F4">
      <w:pPr>
        <w:pStyle w:val="Zkladntext"/>
        <w:spacing w:line="240" w:lineRule="atLeast"/>
        <w:ind w:left="360"/>
        <w:rPr>
          <w:color w:val="auto"/>
          <w:szCs w:val="24"/>
        </w:rPr>
      </w:pPr>
    </w:p>
    <w:p w:rsidR="000036C6" w:rsidRPr="00095D50" w:rsidRDefault="001364F4" w:rsidP="00635254">
      <w:pPr>
        <w:ind w:left="360"/>
        <w:jc w:val="both"/>
      </w:pPr>
      <w:r w:rsidRPr="007B43D1">
        <w:rPr>
          <w:sz w:val="24"/>
          <w:szCs w:val="24"/>
        </w:rPr>
        <w:t xml:space="preserve">V průběhu všech fází </w:t>
      </w:r>
      <w:r w:rsidR="007849EB" w:rsidRPr="007B43D1">
        <w:rPr>
          <w:sz w:val="24"/>
          <w:szCs w:val="24"/>
        </w:rPr>
        <w:t>své činnosti</w:t>
      </w:r>
      <w:r w:rsidRPr="007B43D1">
        <w:rPr>
          <w:sz w:val="24"/>
          <w:szCs w:val="24"/>
        </w:rPr>
        <w:t xml:space="preserve"> </w:t>
      </w:r>
      <w:r w:rsidRPr="007B43D1">
        <w:rPr>
          <w:b/>
          <w:sz w:val="24"/>
          <w:szCs w:val="24"/>
        </w:rPr>
        <w:t>musí</w:t>
      </w:r>
      <w:r w:rsidR="007849EB" w:rsidRPr="007B43D1">
        <w:rPr>
          <w:b/>
          <w:sz w:val="24"/>
          <w:szCs w:val="24"/>
        </w:rPr>
        <w:t xml:space="preserve"> </w:t>
      </w:r>
      <w:r w:rsidR="001E685D" w:rsidRPr="007B43D1">
        <w:rPr>
          <w:b/>
          <w:sz w:val="24"/>
          <w:szCs w:val="24"/>
        </w:rPr>
        <w:t>příkazník</w:t>
      </w:r>
      <w:r w:rsidRPr="007B43D1">
        <w:rPr>
          <w:b/>
          <w:sz w:val="24"/>
          <w:szCs w:val="24"/>
        </w:rPr>
        <w:t xml:space="preserve"> postupovat a řídit se dle</w:t>
      </w:r>
      <w:r w:rsidRPr="007B43D1">
        <w:rPr>
          <w:sz w:val="24"/>
          <w:szCs w:val="24"/>
        </w:rPr>
        <w:t xml:space="preserve"> </w:t>
      </w:r>
      <w:r w:rsidR="00635254" w:rsidRPr="007B43D1">
        <w:rPr>
          <w:sz w:val="24"/>
          <w:szCs w:val="24"/>
        </w:rPr>
        <w:t>příslušného</w:t>
      </w:r>
      <w:r w:rsidR="00DC76E8" w:rsidRPr="007B43D1">
        <w:rPr>
          <w:sz w:val="24"/>
          <w:szCs w:val="24"/>
        </w:rPr>
        <w:t xml:space="preserve"> znění pravidel pro</w:t>
      </w:r>
      <w:r w:rsidR="00E76720" w:rsidRPr="007B43D1">
        <w:rPr>
          <w:sz w:val="24"/>
          <w:szCs w:val="24"/>
        </w:rPr>
        <w:t xml:space="preserve"> poskytnutí finančního příspěvku na</w:t>
      </w:r>
      <w:r w:rsidR="00DC76E8" w:rsidRPr="007B43D1">
        <w:rPr>
          <w:sz w:val="24"/>
          <w:szCs w:val="24"/>
        </w:rPr>
        <w:t xml:space="preserve"> financování výstavby nebo oprav </w:t>
      </w:r>
      <w:r w:rsidR="00635254" w:rsidRPr="007B43D1">
        <w:rPr>
          <w:sz w:val="24"/>
          <w:szCs w:val="24"/>
        </w:rPr>
        <w:t xml:space="preserve">cyklistických stezek nebo zřizování jízdních pruhů pro cyklisty, které jsou přístupné na </w:t>
      </w:r>
      <w:hyperlink r:id="rId7" w:history="1">
        <w:r w:rsidR="00E31687" w:rsidRPr="007B43D1">
          <w:rPr>
            <w:rStyle w:val="Hypertextovodkaz"/>
            <w:sz w:val="24"/>
            <w:szCs w:val="24"/>
          </w:rPr>
          <w:t>http</w:t>
        </w:r>
        <w:r w:rsidR="002D2850" w:rsidRPr="007B43D1">
          <w:rPr>
            <w:rStyle w:val="Hypertextovodkaz"/>
            <w:sz w:val="24"/>
            <w:szCs w:val="24"/>
          </w:rPr>
          <w:t>s://www.sfdi.cz/poskytovani-prispevku/</w:t>
        </w:r>
      </w:hyperlink>
      <w:r w:rsidR="00635254" w:rsidRPr="007B43D1">
        <w:rPr>
          <w:sz w:val="24"/>
          <w:szCs w:val="24"/>
        </w:rPr>
        <w:t xml:space="preserve">. </w:t>
      </w:r>
    </w:p>
    <w:p w:rsidR="00F9537B" w:rsidRPr="005F1044" w:rsidRDefault="00F9537B" w:rsidP="00635254">
      <w:pPr>
        <w:rPr>
          <w:sz w:val="24"/>
          <w:szCs w:val="24"/>
        </w:rPr>
      </w:pPr>
    </w:p>
    <w:sectPr w:rsidR="00F9537B" w:rsidRPr="005F1044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6CC" w:rsidRDefault="003C16CC">
      <w:r>
        <w:separator/>
      </w:r>
    </w:p>
  </w:endnote>
  <w:endnote w:type="continuationSeparator" w:id="0">
    <w:p w:rsidR="003C16CC" w:rsidRDefault="003C1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DE449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DE449C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2487D">
      <w:rPr>
        <w:rStyle w:val="slostrnky"/>
        <w:noProof/>
      </w:rPr>
      <w:t>2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  <w:r w:rsidRPr="00BE05DE">
      <w:rPr>
        <w:sz w:val="20"/>
        <w:szCs w:val="20"/>
      </w:rPr>
      <w:t>TDS C</w:t>
    </w:r>
    <w:r w:rsidR="00FA2B6C">
      <w:rPr>
        <w:sz w:val="20"/>
        <w:szCs w:val="20"/>
      </w:rPr>
      <w:t xml:space="preserve">yklostezka </w:t>
    </w:r>
    <w:proofErr w:type="spellStart"/>
    <w:r w:rsidR="00CE14D6">
      <w:rPr>
        <w:sz w:val="20"/>
        <w:szCs w:val="20"/>
      </w:rPr>
      <w:t>Vlachovická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6CC" w:rsidRDefault="003C16CC">
      <w:r>
        <w:separator/>
      </w:r>
    </w:p>
  </w:footnote>
  <w:footnote w:type="continuationSeparator" w:id="0">
    <w:p w:rsidR="003C16CC" w:rsidRDefault="003C16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6C6"/>
    <w:rsid w:val="00003E49"/>
    <w:rsid w:val="00015BB9"/>
    <w:rsid w:val="0001615B"/>
    <w:rsid w:val="00017008"/>
    <w:rsid w:val="00017987"/>
    <w:rsid w:val="00021C15"/>
    <w:rsid w:val="00030F96"/>
    <w:rsid w:val="00036C65"/>
    <w:rsid w:val="00042857"/>
    <w:rsid w:val="00047538"/>
    <w:rsid w:val="0006070D"/>
    <w:rsid w:val="0006336C"/>
    <w:rsid w:val="00080232"/>
    <w:rsid w:val="000825EE"/>
    <w:rsid w:val="00086349"/>
    <w:rsid w:val="00094C58"/>
    <w:rsid w:val="00095D50"/>
    <w:rsid w:val="000A1CEB"/>
    <w:rsid w:val="000A1F71"/>
    <w:rsid w:val="000A50B4"/>
    <w:rsid w:val="000C10E9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2487D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7F80"/>
    <w:rsid w:val="002976D6"/>
    <w:rsid w:val="002A1E44"/>
    <w:rsid w:val="002A5695"/>
    <w:rsid w:val="002A6707"/>
    <w:rsid w:val="002A7401"/>
    <w:rsid w:val="002B3B7D"/>
    <w:rsid w:val="002B3D9E"/>
    <w:rsid w:val="002C2F7A"/>
    <w:rsid w:val="002C2FC8"/>
    <w:rsid w:val="002D0298"/>
    <w:rsid w:val="002D2850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5855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16CC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1BF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351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35254"/>
    <w:rsid w:val="00645DD4"/>
    <w:rsid w:val="00653673"/>
    <w:rsid w:val="00654268"/>
    <w:rsid w:val="00661DA7"/>
    <w:rsid w:val="00664300"/>
    <w:rsid w:val="0066589B"/>
    <w:rsid w:val="006711EB"/>
    <w:rsid w:val="006803E3"/>
    <w:rsid w:val="00681319"/>
    <w:rsid w:val="00681DA0"/>
    <w:rsid w:val="006860CC"/>
    <w:rsid w:val="00687BF4"/>
    <w:rsid w:val="0069056F"/>
    <w:rsid w:val="00691830"/>
    <w:rsid w:val="00694E10"/>
    <w:rsid w:val="006A2765"/>
    <w:rsid w:val="006A334A"/>
    <w:rsid w:val="006A519A"/>
    <w:rsid w:val="006D0296"/>
    <w:rsid w:val="006D7969"/>
    <w:rsid w:val="006E1BD1"/>
    <w:rsid w:val="006E5017"/>
    <w:rsid w:val="006E7B8F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B43D1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92B08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4F2"/>
    <w:rsid w:val="00A74753"/>
    <w:rsid w:val="00A81392"/>
    <w:rsid w:val="00A92E6E"/>
    <w:rsid w:val="00AD08FB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4EB7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4D6"/>
    <w:rsid w:val="00CE174A"/>
    <w:rsid w:val="00CE2FE8"/>
    <w:rsid w:val="00CE4A7C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C76E8"/>
    <w:rsid w:val="00DD03C0"/>
    <w:rsid w:val="00DD326A"/>
    <w:rsid w:val="00DD6EB4"/>
    <w:rsid w:val="00DD78D8"/>
    <w:rsid w:val="00DE141C"/>
    <w:rsid w:val="00DE449C"/>
    <w:rsid w:val="00DE58E6"/>
    <w:rsid w:val="00DE702B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1687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76720"/>
    <w:rsid w:val="00E806EB"/>
    <w:rsid w:val="00E8671D"/>
    <w:rsid w:val="00E90C3A"/>
    <w:rsid w:val="00E90C8A"/>
    <w:rsid w:val="00E92FDC"/>
    <w:rsid w:val="00E96959"/>
    <w:rsid w:val="00E969A3"/>
    <w:rsid w:val="00E96EC5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7A5D"/>
    <w:rsid w:val="00F11973"/>
    <w:rsid w:val="00F136AA"/>
    <w:rsid w:val="00F175D1"/>
    <w:rsid w:val="00F21B4A"/>
    <w:rsid w:val="00F32263"/>
    <w:rsid w:val="00F326A1"/>
    <w:rsid w:val="00F3489B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A2B6C"/>
    <w:rsid w:val="00FB553B"/>
    <w:rsid w:val="00FB5E29"/>
    <w:rsid w:val="00FC1D30"/>
    <w:rsid w:val="00FD12AA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07A5D"/>
  </w:style>
  <w:style w:type="paragraph" w:styleId="Nadpis1">
    <w:name w:val="heading 1"/>
    <w:basedOn w:val="Normln"/>
    <w:next w:val="Normln"/>
    <w:qFormat/>
    <w:rsid w:val="00F07A5D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07A5D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07A5D"/>
    <w:pPr>
      <w:ind w:left="283" w:hanging="283"/>
    </w:pPr>
  </w:style>
  <w:style w:type="paragraph" w:styleId="Seznam2">
    <w:name w:val="List 2"/>
    <w:basedOn w:val="Normln"/>
    <w:rsid w:val="00F07A5D"/>
    <w:pPr>
      <w:ind w:left="566" w:hanging="283"/>
    </w:pPr>
  </w:style>
  <w:style w:type="paragraph" w:styleId="Nzev">
    <w:name w:val="Title"/>
    <w:basedOn w:val="Normln"/>
    <w:qFormat/>
    <w:rsid w:val="00F07A5D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07A5D"/>
    <w:pPr>
      <w:spacing w:after="120"/>
      <w:ind w:left="283"/>
    </w:pPr>
  </w:style>
  <w:style w:type="paragraph" w:styleId="Zkladntext3">
    <w:name w:val="Body Text 3"/>
    <w:basedOn w:val="Zkladntextodsazen"/>
    <w:rsid w:val="00F07A5D"/>
  </w:style>
  <w:style w:type="character" w:styleId="Odkaznakoment">
    <w:name w:val="annotation reference"/>
    <w:basedOn w:val="Standardnpsmoodstavce"/>
    <w:semiHidden/>
    <w:rsid w:val="00F07A5D"/>
    <w:rPr>
      <w:sz w:val="16"/>
    </w:rPr>
  </w:style>
  <w:style w:type="paragraph" w:styleId="Textkomente">
    <w:name w:val="annotation text"/>
    <w:basedOn w:val="Normln"/>
    <w:link w:val="TextkomenteChar"/>
    <w:semiHidden/>
    <w:rsid w:val="00F07A5D"/>
  </w:style>
  <w:style w:type="paragraph" w:customStyle="1" w:styleId="odrky">
    <w:name w:val="odr‡ěky"/>
    <w:basedOn w:val="Normln"/>
    <w:rsid w:val="00F07A5D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0036C6"/>
    <w:pPr>
      <w:ind w:left="720"/>
      <w:contextualSpacing/>
    </w:pPr>
  </w:style>
  <w:style w:type="character" w:styleId="Hypertextovodkaz">
    <w:name w:val="Hyperlink"/>
    <w:basedOn w:val="Standardnpsmoodstavce"/>
    <w:rsid w:val="006352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fdi.cz/poskytovani-prispevk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2</TotalTime>
  <Pages>3</Pages>
  <Words>1140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</cp:revision>
  <cp:lastPrinted>2013-04-22T13:00:00Z</cp:lastPrinted>
  <dcterms:created xsi:type="dcterms:W3CDTF">2021-12-15T13:08:00Z</dcterms:created>
  <dcterms:modified xsi:type="dcterms:W3CDTF">2021-12-15T13:09:00Z</dcterms:modified>
</cp:coreProperties>
</file>